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 xml:space="preserve">- TECHNICAL EXPERIENCE PROFILE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  <w:bookmarkStart w:id="0" w:name="_GoBack"/>
      <w:bookmarkEnd w:id="0"/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72CC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72C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72C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72C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3B5DF0">
      <w:rPr>
        <w:szCs w:val="24"/>
      </w:rPr>
      <w:t>91</w:t>
    </w:r>
    <w:r w:rsidR="00D72CC4">
      <w:rPr>
        <w:szCs w:val="24"/>
      </w:rPr>
      <w:t>54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3C272E4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911C-ECCC-4011-B342-0000C34B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2020-06-15T12:21:00Z</dcterms:created>
  <dcterms:modified xsi:type="dcterms:W3CDTF">2020-06-15T12:21:00Z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